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A52DF6" w:rsidRPr="001E74CB" w:rsidRDefault="00A52DF6" w:rsidP="00CA6F52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248" w:firstLine="708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 xml:space="preserve">              Spett.le</w:t>
      </w:r>
    </w:p>
    <w:p w:rsidR="00A52DF6" w:rsidRPr="001E74CB" w:rsidRDefault="00A52DF6" w:rsidP="00A52DF6">
      <w:pPr>
        <w:spacing w:line="276" w:lineRule="auto"/>
        <w:ind w:firstLine="709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</w:r>
      <w:r w:rsidRPr="001E74CB">
        <w:rPr>
          <w:rFonts w:ascii="Arial" w:hAnsi="Arial"/>
          <w:b/>
          <w:smallCaps/>
          <w:sz w:val="20"/>
          <w:szCs w:val="20"/>
        </w:rPr>
        <w:tab/>
        <w:t xml:space="preserve">                  ARES Sardegna </w:t>
      </w:r>
    </w:p>
    <w:p w:rsidR="00A52DF6" w:rsidRPr="001E74CB" w:rsidRDefault="00A52DF6" w:rsidP="00A52DF6">
      <w:pPr>
        <w:spacing w:line="276" w:lineRule="auto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 </w:t>
      </w:r>
      <w:r w:rsidR="005A01DC" w:rsidRPr="001E74CB">
        <w:rPr>
          <w:rFonts w:ascii="Arial" w:hAnsi="Arial"/>
          <w:bCs/>
          <w:sz w:val="20"/>
          <w:szCs w:val="20"/>
        </w:rPr>
        <w:t>SSD</w:t>
      </w:r>
      <w:r w:rsidRPr="001E74CB">
        <w:rPr>
          <w:rFonts w:ascii="Arial" w:hAnsi="Arial"/>
          <w:bCs/>
          <w:sz w:val="20"/>
          <w:szCs w:val="20"/>
        </w:rPr>
        <w:t xml:space="preserve"> Acquisti di Tecnologie Informatiche </w:t>
      </w:r>
    </w:p>
    <w:p w:rsidR="00A52DF6" w:rsidRPr="001E74CB" w:rsidRDefault="00A52DF6" w:rsidP="00A52DF6">
      <w:pPr>
        <w:spacing w:line="276" w:lineRule="auto"/>
        <w:ind w:firstLine="709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CA6F52" w:rsidRDefault="00A52DF6" w:rsidP="001E74CB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1E74CB" w:rsidRPr="001E74CB">
        <w:rPr>
          <w:rFonts w:ascii="Arial" w:hAnsi="Arial"/>
          <w:b/>
          <w:sz w:val="20"/>
          <w:szCs w:val="20"/>
        </w:rPr>
        <w:t>MANIFESTAZIONE D’INTERESSE IN RISCONTRO ALL’AVVISO DI CONSULTAZIONE PRELIMINARE DI MERCATO PER LA VERIFICA DI INFUNGIBILITÀ</w:t>
      </w:r>
      <w:r w:rsidR="00514DA2">
        <w:rPr>
          <w:rFonts w:ascii="Arial" w:hAnsi="Arial"/>
          <w:b/>
          <w:sz w:val="20"/>
          <w:szCs w:val="20"/>
        </w:rPr>
        <w:t>/</w:t>
      </w:r>
      <w:r w:rsidR="001E74CB" w:rsidRPr="001E74CB">
        <w:rPr>
          <w:rFonts w:ascii="Arial" w:hAnsi="Arial"/>
          <w:b/>
          <w:sz w:val="20"/>
          <w:szCs w:val="20"/>
        </w:rPr>
        <w:t>ESCLUSI</w:t>
      </w:r>
      <w:r w:rsidR="00514DA2">
        <w:rPr>
          <w:rFonts w:ascii="Arial" w:hAnsi="Arial"/>
          <w:b/>
          <w:sz w:val="20"/>
          <w:szCs w:val="20"/>
        </w:rPr>
        <w:t xml:space="preserve">VITÀ AI SENSI DELL’ART. 77 </w:t>
      </w:r>
      <w:r w:rsidR="001E74CB" w:rsidRPr="001E74CB">
        <w:rPr>
          <w:rFonts w:ascii="Arial" w:hAnsi="Arial"/>
          <w:b/>
          <w:sz w:val="20"/>
          <w:szCs w:val="20"/>
        </w:rPr>
        <w:t xml:space="preserve">DEL D.LGS 36/2023 </w:t>
      </w:r>
      <w:r w:rsidR="008E22A0">
        <w:rPr>
          <w:rFonts w:ascii="Arial" w:hAnsi="Arial"/>
          <w:b/>
          <w:sz w:val="20"/>
          <w:szCs w:val="20"/>
        </w:rPr>
        <w:t>DESTINATA AL</w:t>
      </w:r>
      <w:r w:rsidR="001E74CB" w:rsidRPr="001E74CB">
        <w:rPr>
          <w:rFonts w:ascii="Arial" w:hAnsi="Arial"/>
          <w:b/>
          <w:sz w:val="20"/>
          <w:szCs w:val="20"/>
        </w:rPr>
        <w:t xml:space="preserve">L’ACQUISTO DI UN SISTEMA INTEGRATO PER LA STRATIFICAZIONE DELLA POPOLAZIONE DA DESTINARE AD UN UTILIZZO CENTRALIZZATO DA PARTE DI ARES SARDEGNA E A SUPPORTO DELLE 8 ASL DELLA REGIONE SARDEGNA. </w:t>
      </w:r>
    </w:p>
    <w:p w:rsidR="001E74CB" w:rsidRPr="001E74CB" w:rsidRDefault="001E74CB" w:rsidP="00CA6F52">
      <w:pPr>
        <w:jc w:val="center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</w:rPr>
        <w:t>CUP D77H24002230006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a conoscenza che la presente dichiarazione non costituisce prova di possesso dei requisiti generali richiesti per l’affidamento dell’appalto, i quali dovranno essere nuovamente dichiarati </w:t>
      </w:r>
      <w:r w:rsidRPr="001E74CB">
        <w:rPr>
          <w:rFonts w:ascii="Arial" w:hAnsi="Arial"/>
          <w:sz w:val="20"/>
          <w:szCs w:val="20"/>
        </w:rPr>
        <w:lastRenderedPageBreak/>
        <w:t>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 xml:space="preserve">di allegare </w:t>
      </w:r>
      <w:r w:rsidRPr="00514DA2">
        <w:rPr>
          <w:rFonts w:ascii="Arial" w:hAnsi="Arial"/>
          <w:sz w:val="20"/>
          <w:szCs w:val="20"/>
        </w:rPr>
        <w:t>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3B4FC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2DA" w:rsidRDefault="00A452DA">
      <w:r>
        <w:separator/>
      </w:r>
    </w:p>
  </w:endnote>
  <w:endnote w:type="continuationSeparator" w:id="0">
    <w:p w:rsidR="00A452DA" w:rsidRDefault="00A4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4583430</wp:posOffset>
              </wp:positionH>
              <wp:positionV relativeFrom="paragraph">
                <wp:posOffset>177522</wp:posOffset>
              </wp:positionV>
              <wp:extent cx="2070735" cy="782726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782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F04FD0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SSD Acquisti di Tecnologie Informatiche</w:t>
                          </w:r>
                        </w:p>
                        <w:p w:rsidR="00AB152E" w:rsidRDefault="00AB152E" w:rsidP="00AB152E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</w:t>
                          </w:r>
                          <w:r w:rsidR="00F04FD0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Piero della Francesca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,1</w:t>
                          </w:r>
                        </w:p>
                        <w:p w:rsidR="00AB152E" w:rsidRDefault="00AB152E" w:rsidP="00AB152E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09</w:t>
                          </w:r>
                          <w:r w:rsidR="00F04FD0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04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7 </w:t>
                          </w:r>
                          <w:r w:rsidR="00F04FD0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Selargius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(CA)</w:t>
                          </w:r>
                        </w:p>
                        <w:p w:rsidR="0050594F" w:rsidRDefault="0050594F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Tel. </w:t>
                          </w:r>
                          <w:r w:rsidR="00F04FD0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070 6093204 </w:t>
                          </w:r>
                        </w:p>
                        <w:p w:rsidR="00A52DF6" w:rsidRPr="0018098F" w:rsidRDefault="00A452DA" w:rsidP="00A52DF6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  <w:hyperlink r:id="rId1" w:history="1">
                            <w:r w:rsidR="00A52DF6" w:rsidRPr="000E76F9">
                              <w:rPr>
                                <w:rFonts w:ascii="Arial" w:hAnsi="Arial"/>
                                <w:sz w:val="16"/>
                                <w:lang w:val="en-US"/>
                              </w:rPr>
                              <w:t>email:</w:t>
                            </w:r>
                          </w:hyperlink>
                          <w:r w:rsidR="00A52DF6" w:rsidRPr="0018098F"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 xml:space="preserve"> </w:t>
                          </w:r>
                          <w:hyperlink r:id="rId2" w:history="1">
                            <w:r w:rsidR="00A52DF6" w:rsidRPr="002771D1">
                              <w:rPr>
                                <w:rStyle w:val="Collegamentoipertestuale"/>
                                <w:rFonts w:ascii="Arial" w:hAnsi="Arial"/>
                                <w:sz w:val="16"/>
                                <w:lang w:val="en-US"/>
                              </w:rPr>
                              <w:t>acquisti.ict@aressardegna.it</w:t>
                            </w:r>
                          </w:hyperlink>
                          <w:r w:rsidR="00A52DF6"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 xml:space="preserve"> </w:t>
                          </w:r>
                        </w:p>
                        <w:p w:rsidR="00A52DF6" w:rsidRPr="00FE0CE6" w:rsidRDefault="00A52DF6" w:rsidP="00A52DF6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  <w:r w:rsidRPr="0018098F"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>PEC:</w:t>
                          </w:r>
                          <w:r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 xml:space="preserve"> </w:t>
                          </w:r>
                          <w:hyperlink r:id="rId3" w:history="1">
                            <w:r w:rsidRPr="002771D1">
                              <w:rPr>
                                <w:rStyle w:val="Collegamentoipertestuale"/>
                                <w:rFonts w:ascii="Arial" w:hAnsi="Arial"/>
                                <w:sz w:val="16"/>
                                <w:lang w:val="en-US"/>
                              </w:rPr>
                              <w:t>acquisti.ict@pec.aressardegna.it</w:t>
                            </w:r>
                          </w:hyperlink>
                          <w:r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360.9pt;margin-top:14pt;width:163.05pt;height:61.6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" stroked="f">
              <v:textbox inset="0,0,0,0">
                <w:txbxContent>
                  <w:p w:rsidR="0078256D" w:rsidRDefault="00F04FD0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SSD Acquisti di Tecnologie Informatiche</w:t>
                    </w:r>
                  </w:p>
                  <w:p w:rsidR="00AB152E" w:rsidRDefault="00AB152E" w:rsidP="00AB152E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</w:t>
                    </w:r>
                    <w:r w:rsidR="00F04FD0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Piero della Francesca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,1</w:t>
                    </w:r>
                  </w:p>
                  <w:p w:rsidR="00AB152E" w:rsidRDefault="00AB152E" w:rsidP="00AB152E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09</w:t>
                    </w:r>
                    <w:r w:rsidR="00F04FD0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04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7 </w:t>
                    </w:r>
                    <w:r w:rsidR="00F04FD0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Selargius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(CA)</w:t>
                    </w:r>
                  </w:p>
                  <w:p w:rsidR="0050594F" w:rsidRDefault="0050594F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Tel. </w:t>
                    </w:r>
                    <w:r w:rsidR="00F04FD0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070 6093204 </w:t>
                    </w:r>
                  </w:p>
                  <w:p w:rsidR="00A52DF6" w:rsidRPr="0018098F" w:rsidRDefault="00DB0E00" w:rsidP="00A52DF6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  <w:lang w:val="en-US"/>
                      </w:rPr>
                    </w:pPr>
                    <w:hyperlink r:id="rId4" w:history="1">
                      <w:r w:rsidR="00A52DF6" w:rsidRPr="000E76F9">
                        <w:rPr>
                          <w:rFonts w:ascii="Arial" w:hAnsi="Arial"/>
                          <w:sz w:val="16"/>
                          <w:lang w:val="en-US"/>
                        </w:rPr>
                        <w:t>email:</w:t>
                      </w:r>
                    </w:hyperlink>
                    <w:r w:rsidR="00A52DF6" w:rsidRPr="0018098F">
                      <w:rPr>
                        <w:rFonts w:ascii="Arial" w:hAnsi="Arial"/>
                        <w:sz w:val="16"/>
                        <w:lang w:val="en-US"/>
                      </w:rPr>
                      <w:t xml:space="preserve"> </w:t>
                    </w:r>
                    <w:hyperlink r:id="rId5" w:history="1">
                      <w:r w:rsidR="00A52DF6" w:rsidRPr="002771D1">
                        <w:rPr>
                          <w:rStyle w:val="Collegamentoipertestuale"/>
                          <w:rFonts w:ascii="Arial" w:hAnsi="Arial"/>
                          <w:sz w:val="16"/>
                          <w:lang w:val="en-US"/>
                        </w:rPr>
                        <w:t>acquisti.ict@aressardegna.it</w:t>
                      </w:r>
                    </w:hyperlink>
                    <w:r w:rsidR="00A52DF6">
                      <w:rPr>
                        <w:rFonts w:ascii="Arial" w:hAnsi="Arial"/>
                        <w:sz w:val="16"/>
                        <w:lang w:val="en-US"/>
                      </w:rPr>
                      <w:t xml:space="preserve"> </w:t>
                    </w:r>
                  </w:p>
                  <w:p w:rsidR="00A52DF6" w:rsidRPr="00FE0CE6" w:rsidRDefault="00A52DF6" w:rsidP="00A52DF6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  <w:lang w:val="en-US"/>
                      </w:rPr>
                    </w:pPr>
                    <w:r w:rsidRPr="0018098F">
                      <w:rPr>
                        <w:rFonts w:ascii="Arial" w:hAnsi="Arial"/>
                        <w:sz w:val="16"/>
                        <w:lang w:val="en-US"/>
                      </w:rPr>
                      <w:t>PEC:</w:t>
                    </w:r>
                    <w:r>
                      <w:rPr>
                        <w:rFonts w:ascii="Arial" w:hAnsi="Arial"/>
                        <w:sz w:val="16"/>
                        <w:lang w:val="en-US"/>
                      </w:rPr>
                      <w:t xml:space="preserve"> </w:t>
                    </w:r>
                    <w:hyperlink r:id="rId6" w:history="1">
                      <w:r w:rsidRPr="002771D1">
                        <w:rPr>
                          <w:rStyle w:val="Collegamentoipertestuale"/>
                          <w:rFonts w:ascii="Arial" w:hAnsi="Arial"/>
                          <w:sz w:val="16"/>
                          <w:lang w:val="en-US"/>
                        </w:rPr>
                        <w:t>acquisti.ict@pec.aressardegna.it</w:t>
                      </w:r>
                    </w:hyperlink>
                    <w:r>
                      <w:rPr>
                        <w:rFonts w:ascii="Arial" w:hAnsi="Arial"/>
                        <w:sz w:val="16"/>
                        <w:lang w:val="en-US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30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JFUF43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2DA" w:rsidRDefault="00A452DA">
      <w:r>
        <w:separator/>
      </w:r>
    </w:p>
  </w:footnote>
  <w:footnote w:type="continuationSeparator" w:id="0">
    <w:p w:rsidR="00A452DA" w:rsidRDefault="00A4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4D77DA">
    <w:pPr>
      <w:pStyle w:val="Intestazione"/>
    </w:pPr>
    <w:r w:rsidRPr="00D7671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01C53368" wp14:editId="0551E04C">
          <wp:simplePos x="0" y="0"/>
          <wp:positionH relativeFrom="margin">
            <wp:posOffset>103505</wp:posOffset>
          </wp:positionH>
          <wp:positionV relativeFrom="paragraph">
            <wp:posOffset>142240</wp:posOffset>
          </wp:positionV>
          <wp:extent cx="5941695" cy="609600"/>
          <wp:effectExtent l="0" t="0" r="1905" b="0"/>
          <wp:wrapTight wrapText="bothSides">
            <wp:wrapPolygon edited="0">
              <wp:start x="0" y="0"/>
              <wp:lineTo x="0" y="20925"/>
              <wp:lineTo x="18006" y="20925"/>
              <wp:lineTo x="19322" y="20925"/>
              <wp:lineTo x="21468" y="14850"/>
              <wp:lineTo x="21538" y="9450"/>
              <wp:lineTo x="18006" y="0"/>
              <wp:lineTo x="0" y="0"/>
            </wp:wrapPolygon>
          </wp:wrapTight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  <w:p w:rsidR="0078256D" w:rsidRDefault="00F04FD0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296832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.ict@pec.aressardegna.it" TargetMode="External"/><Relationship Id="rId7" Type="http://schemas.openxmlformats.org/officeDocument/2006/relationships/image" Target="media/image2.jpeg"/><Relationship Id="rId2" Type="http://schemas.openxmlformats.org/officeDocument/2006/relationships/hyperlink" Target="mailto:acquisti.ict@aressardegna.it" TargetMode="External"/><Relationship Id="rId1" Type="http://schemas.openxmlformats.org/officeDocument/2006/relationships/hyperlink" Target="http://www.aslcagliari.it" TargetMode="External"/><Relationship Id="rId6" Type="http://schemas.openxmlformats.org/officeDocument/2006/relationships/hyperlink" Target="mailto:acquisti.ict@pec.aressardegna.it" TargetMode="External"/><Relationship Id="rId5" Type="http://schemas.openxmlformats.org/officeDocument/2006/relationships/hyperlink" Target="mailto:acquisti.ict@aressardegna.it" TargetMode="External"/><Relationship Id="rId4" Type="http://schemas.openxmlformats.org/officeDocument/2006/relationships/hyperlink" Target="http://www.aslcagliar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BDC84-831B-4FA8-8741-A04790C3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.dot</Template>
  <TotalTime>49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53390paderas</cp:lastModifiedBy>
  <cp:revision>24</cp:revision>
  <cp:lastPrinted>2023-09-21T13:07:00Z</cp:lastPrinted>
  <dcterms:created xsi:type="dcterms:W3CDTF">2024-04-16T11:34:00Z</dcterms:created>
  <dcterms:modified xsi:type="dcterms:W3CDTF">2025-09-19T10:05:00Z</dcterms:modified>
</cp:coreProperties>
</file>